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066030" w:rsidRDefault="00F862D6" w:rsidP="0077673A">
            <w:r w:rsidRPr="00066030">
              <w:t>Naše zn.</w:t>
            </w:r>
          </w:p>
        </w:tc>
        <w:tc>
          <w:tcPr>
            <w:tcW w:w="2552" w:type="dxa"/>
          </w:tcPr>
          <w:p w14:paraId="2FFEACB5" w14:textId="75852179" w:rsidR="00F862D6" w:rsidRPr="00066030" w:rsidRDefault="00066030" w:rsidP="00882643">
            <w:r w:rsidRPr="00066030">
              <w:rPr>
                <w:rFonts w:ascii="Helvetica" w:hAnsi="Helvetica"/>
              </w:rPr>
              <w:t>9903/2024-SŽ-SSV-Ú3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66030" w:rsidRDefault="00F862D6" w:rsidP="0077673A">
            <w:r w:rsidRPr="00066030">
              <w:t>Listů/příloh</w:t>
            </w:r>
          </w:p>
        </w:tc>
        <w:tc>
          <w:tcPr>
            <w:tcW w:w="2552" w:type="dxa"/>
          </w:tcPr>
          <w:p w14:paraId="333CD487" w14:textId="61AE1F61" w:rsidR="00F862D6" w:rsidRPr="00066030" w:rsidRDefault="00066030" w:rsidP="00CC1E2B">
            <w:r w:rsidRPr="00066030">
              <w:t>2</w:t>
            </w:r>
            <w:r w:rsidR="003E6B9A" w:rsidRPr="00066030">
              <w:t>/</w:t>
            </w:r>
            <w:r w:rsidRPr="00066030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066030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40317F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94A87">
              <w:rPr>
                <w:noProof/>
              </w:rPr>
              <w:t>11.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E0DADC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6B0F9C">
        <w:rPr>
          <w:rFonts w:eastAsia="Calibri" w:cs="Times New Roman"/>
          <w:lang w:eastAsia="cs-CZ"/>
        </w:rPr>
        <w:t>8</w:t>
      </w:r>
    </w:p>
    <w:p w14:paraId="25C6ADAC" w14:textId="79D4500E" w:rsidR="00CB7B5A" w:rsidRDefault="00C264CF" w:rsidP="00C264CF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264CF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</w:t>
      </w:r>
      <w:r>
        <w:rPr>
          <w:rFonts w:eastAsia="Calibri" w:cs="Times New Roman"/>
          <w:b/>
          <w:bCs/>
          <w:lang w:eastAsia="cs-CZ"/>
        </w:rPr>
        <w:br/>
      </w:r>
      <w:r w:rsidRPr="00C264CF">
        <w:rPr>
          <w:rFonts w:eastAsia="Calibri" w:cs="Times New Roman"/>
          <w:b/>
          <w:bCs/>
          <w:lang w:eastAsia="cs-CZ"/>
        </w:rPr>
        <w:t>4. část“, 1.+3. 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76D6F96" w14:textId="19294710" w:rsidR="000540CA" w:rsidRPr="00C544F0" w:rsidRDefault="000540CA" w:rsidP="00032C3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6EBFAD" w14:textId="77777777" w:rsidR="00251B03" w:rsidRDefault="00251B03" w:rsidP="000540C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0D5D78" w14:textId="77777777" w:rsidR="00D27B6B" w:rsidRDefault="00D27B6B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3F6A510" w14:textId="674EDB8E" w:rsidR="00D27B6B" w:rsidRPr="003D7317" w:rsidRDefault="00D27B6B" w:rsidP="00D27B6B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6B0F9C">
        <w:rPr>
          <w:rFonts w:eastAsia="Calibri" w:cs="Times New Roman"/>
          <w:b/>
          <w:lang w:eastAsia="cs-CZ"/>
        </w:rPr>
        <w:t>105</w:t>
      </w:r>
    </w:p>
    <w:p w14:paraId="20E4D9A1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F9C">
        <w:rPr>
          <w:rFonts w:eastAsia="Calibri" w:cs="Times New Roman"/>
          <w:b/>
          <w:bCs/>
          <w:lang w:eastAsia="cs-CZ"/>
        </w:rPr>
        <w:t>SO 41-34-16-01 ŽST Solnice, obvod n. n., EOV</w:t>
      </w:r>
    </w:p>
    <w:p w14:paraId="067DC524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  <w:r w:rsidRPr="006B0F9C">
        <w:rPr>
          <w:rFonts w:eastAsia="Calibri" w:cs="Times New Roman"/>
          <w:bCs/>
          <w:lang w:eastAsia="cs-CZ"/>
        </w:rPr>
        <w:t xml:space="preserve">Uchazeč se domnívá, že následující položka ve VV je uvedena chybně: </w:t>
      </w:r>
    </w:p>
    <w:p w14:paraId="2200ACC7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766"/>
        <w:gridCol w:w="3770"/>
        <w:gridCol w:w="1842"/>
        <w:gridCol w:w="1842"/>
      </w:tblGrid>
      <w:tr w:rsidR="006B0F9C" w:rsidRPr="006B0F9C" w14:paraId="72EEFD7E" w14:textId="77777777" w:rsidTr="00494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0EF118B3" w14:textId="77777777" w:rsidR="006B0F9C" w:rsidRPr="006B0F9C" w:rsidRDefault="006B0F9C" w:rsidP="006B0F9C">
            <w:pPr>
              <w:rPr>
                <w:rFonts w:eastAsia="Calibri" w:cs="Times New Roman"/>
                <w:bCs/>
                <w:lang w:eastAsia="cs-CZ"/>
              </w:rPr>
            </w:pPr>
            <w:r w:rsidRPr="006B0F9C">
              <w:rPr>
                <w:rFonts w:eastAsia="Calibri" w:cs="Times New Roman"/>
                <w:bCs/>
                <w:lang w:eastAsia="cs-CZ"/>
              </w:rPr>
              <w:t>8</w:t>
            </w:r>
          </w:p>
        </w:tc>
        <w:tc>
          <w:tcPr>
            <w:tcW w:w="766" w:type="dxa"/>
          </w:tcPr>
          <w:p w14:paraId="524D4CAA" w14:textId="77777777" w:rsidR="006B0F9C" w:rsidRPr="006B0F9C" w:rsidRDefault="006B0F9C" w:rsidP="006B0F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6B0F9C">
              <w:rPr>
                <w:rFonts w:eastAsia="Calibri" w:cs="Times New Roman"/>
                <w:bCs/>
                <w:lang w:eastAsia="cs-CZ"/>
              </w:rPr>
              <w:t>27231</w:t>
            </w:r>
          </w:p>
        </w:tc>
        <w:tc>
          <w:tcPr>
            <w:tcW w:w="3770" w:type="dxa"/>
          </w:tcPr>
          <w:p w14:paraId="7A82F417" w14:textId="77777777" w:rsidR="006B0F9C" w:rsidRPr="006B0F9C" w:rsidRDefault="006B0F9C" w:rsidP="006B0F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6B0F9C">
              <w:rPr>
                <w:rFonts w:eastAsia="Calibri" w:cs="Times New Roman"/>
                <w:bCs/>
                <w:lang w:eastAsia="cs-CZ"/>
              </w:rPr>
              <w:t>ZÁKLADY Z PROSTÉHO BETONU</w:t>
            </w:r>
          </w:p>
        </w:tc>
        <w:tc>
          <w:tcPr>
            <w:tcW w:w="1842" w:type="dxa"/>
          </w:tcPr>
          <w:p w14:paraId="0CDB0A7F" w14:textId="77777777" w:rsidR="006B0F9C" w:rsidRPr="006B0F9C" w:rsidRDefault="006B0F9C" w:rsidP="006B0F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6B0F9C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842" w:type="dxa"/>
          </w:tcPr>
          <w:p w14:paraId="4A2E7298" w14:textId="77777777" w:rsidR="006B0F9C" w:rsidRPr="006B0F9C" w:rsidRDefault="006B0F9C" w:rsidP="006B0F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lang w:eastAsia="cs-CZ"/>
              </w:rPr>
            </w:pPr>
            <w:r w:rsidRPr="006B0F9C">
              <w:rPr>
                <w:rFonts w:eastAsia="Calibri" w:cs="Times New Roman"/>
                <w:bCs/>
                <w:lang w:eastAsia="cs-CZ"/>
              </w:rPr>
              <w:t>1 789,856</w:t>
            </w:r>
          </w:p>
        </w:tc>
      </w:tr>
    </w:tbl>
    <w:p w14:paraId="557FC787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2167085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6B0F9C">
        <w:rPr>
          <w:rFonts w:eastAsia="Calibri" w:cs="Times New Roman"/>
          <w:bCs/>
          <w:i/>
          <w:iCs/>
          <w:lang w:eastAsia="cs-CZ"/>
        </w:rPr>
        <w:t xml:space="preserve">"1: 3*1=3,000 [A]; betonové základy pro 3ks srážkových čidel, do 1m3/ks </w:t>
      </w:r>
    </w:p>
    <w:p w14:paraId="51E75610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6B0F9C">
        <w:rPr>
          <w:rFonts w:eastAsia="Calibri" w:cs="Times New Roman"/>
          <w:bCs/>
          <w:i/>
          <w:iCs/>
          <w:lang w:eastAsia="cs-CZ"/>
        </w:rPr>
        <w:t xml:space="preserve">2: 3*2=6,000 [B]; betonové základy pod sestavu rozvaděče (REOV+KS), cca po 2m3/sestavu </w:t>
      </w:r>
    </w:p>
    <w:p w14:paraId="32DD830C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6B0F9C">
        <w:rPr>
          <w:rFonts w:eastAsia="Calibri" w:cs="Times New Roman"/>
          <w:bCs/>
          <w:i/>
          <w:iCs/>
          <w:lang w:eastAsia="cs-CZ"/>
        </w:rPr>
        <w:t xml:space="preserve">3: 0,24*0,65*(14+18+16+18)=10,296 [C] obetonování chrániček v šachtách š.65cm, 1,5 násobek DN160 = výška betonu 24cm </w:t>
      </w:r>
    </w:p>
    <w:p w14:paraId="76F93806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6B0F9C">
        <w:rPr>
          <w:rFonts w:eastAsia="Calibri" w:cs="Times New Roman"/>
          <w:bCs/>
          <w:i/>
          <w:iCs/>
          <w:lang w:eastAsia="cs-CZ"/>
        </w:rPr>
        <w:t xml:space="preserve">4: </w:t>
      </w:r>
      <w:r w:rsidRPr="006B0F9C">
        <w:rPr>
          <w:rFonts w:eastAsia="Calibri" w:cs="Times New Roman"/>
          <w:bCs/>
          <w:i/>
          <w:iCs/>
          <w:highlight w:val="yellow"/>
          <w:lang w:eastAsia="cs-CZ"/>
        </w:rPr>
        <w:t>0,24*1,00*(14+6+24)=1 770,560</w:t>
      </w:r>
      <w:r w:rsidRPr="006B0F9C">
        <w:rPr>
          <w:rFonts w:eastAsia="Calibri" w:cs="Times New Roman"/>
          <w:bCs/>
          <w:i/>
          <w:iCs/>
          <w:lang w:eastAsia="cs-CZ"/>
        </w:rPr>
        <w:t xml:space="preserve"> [D] obetonování chrániček v šachtách š.100cm, 1,5 násobek DN160 = výška betonu 24cm </w:t>
      </w:r>
    </w:p>
    <w:p w14:paraId="51E7481F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6B0F9C">
        <w:rPr>
          <w:rFonts w:eastAsia="Calibri" w:cs="Times New Roman"/>
          <w:bCs/>
          <w:i/>
          <w:iCs/>
          <w:lang w:eastAsia="cs-CZ"/>
        </w:rPr>
        <w:t>Celkem: A+B+C+D=1 789,856 [E]"</w:t>
      </w:r>
    </w:p>
    <w:p w14:paraId="30C6B68A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255877A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  <w:r w:rsidRPr="006B0F9C">
        <w:rPr>
          <w:rFonts w:eastAsia="Calibri" w:cs="Times New Roman"/>
          <w:bCs/>
          <w:lang w:eastAsia="cs-CZ"/>
        </w:rPr>
        <w:t xml:space="preserve">Uchazeč se domnívá, že při výpočtu množství u výše uvedené položky pravděpodobně došlo k chybě. Správné množství dle našeho výpočtu by mělo být 63,536 m3. </w:t>
      </w:r>
    </w:p>
    <w:p w14:paraId="363B27C4" w14:textId="77777777" w:rsidR="006B0F9C" w:rsidRP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6521CE2" w14:textId="77777777" w:rsid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  <w:r w:rsidRPr="006B0F9C">
        <w:rPr>
          <w:rFonts w:eastAsia="Calibri" w:cs="Times New Roman"/>
          <w:bCs/>
          <w:lang w:eastAsia="cs-CZ"/>
        </w:rPr>
        <w:t>Žádáme zadavatele o kontrolu a případnou úpravu daného množství.</w:t>
      </w:r>
    </w:p>
    <w:p w14:paraId="035AA785" w14:textId="77777777" w:rsidR="006B0F9C" w:rsidRDefault="006B0F9C" w:rsidP="006B0F9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8C08082" w14:textId="372AE331" w:rsidR="00D27B6B" w:rsidRPr="003D7317" w:rsidRDefault="00D27B6B" w:rsidP="006B0F9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0C0EE614" w14:textId="120D811B" w:rsidR="00D27B6B" w:rsidRPr="00D94A87" w:rsidRDefault="00DF0B5E" w:rsidP="00D27B6B">
      <w:pPr>
        <w:spacing w:after="0" w:line="240" w:lineRule="auto"/>
        <w:rPr>
          <w:rFonts w:eastAsia="Calibri" w:cs="Times New Roman"/>
          <w:bCs/>
          <w:color w:val="000000" w:themeColor="text1"/>
          <w:lang w:eastAsia="cs-CZ"/>
        </w:rPr>
      </w:pPr>
      <w:r w:rsidRPr="00D94A87">
        <w:rPr>
          <w:rFonts w:eastAsia="Calibri" w:cs="Times New Roman"/>
          <w:bCs/>
          <w:color w:val="000000" w:themeColor="text1"/>
          <w:lang w:eastAsia="cs-CZ"/>
        </w:rPr>
        <w:t>Správné množství položky je 29,856 m3 (viz odpověď na dotaz č. 81). </w:t>
      </w:r>
    </w:p>
    <w:p w14:paraId="44589C67" w14:textId="77777777" w:rsidR="009B0747" w:rsidRDefault="009B0747" w:rsidP="00D27B6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tbl>
      <w:tblPr>
        <w:tblStyle w:val="Mkatabulky"/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1252"/>
        <w:gridCol w:w="4658"/>
        <w:gridCol w:w="891"/>
        <w:gridCol w:w="962"/>
      </w:tblGrid>
      <w:tr w:rsidR="009B0747" w14:paraId="4A38E3D0" w14:textId="77777777" w:rsidTr="00C17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dxa"/>
          </w:tcPr>
          <w:p w14:paraId="39277B98" w14:textId="77777777" w:rsidR="009B0747" w:rsidRDefault="009B0747" w:rsidP="00C1746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Poř. číslo</w:t>
            </w:r>
          </w:p>
        </w:tc>
        <w:tc>
          <w:tcPr>
            <w:tcW w:w="1252" w:type="dxa"/>
          </w:tcPr>
          <w:p w14:paraId="3ABD3EFA" w14:textId="77777777" w:rsidR="009B0747" w:rsidRDefault="009B0747" w:rsidP="00C174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658" w:type="dxa"/>
          </w:tcPr>
          <w:p w14:paraId="0925BE9C" w14:textId="77777777" w:rsidR="009B0747" w:rsidRDefault="009B0747" w:rsidP="00C174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1" w:type="dxa"/>
          </w:tcPr>
          <w:p w14:paraId="080E2C95" w14:textId="77777777" w:rsidR="009B0747" w:rsidRDefault="009B0747" w:rsidP="00C174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2" w:type="dxa"/>
          </w:tcPr>
          <w:p w14:paraId="22D115AA" w14:textId="77777777" w:rsidR="009B0747" w:rsidRDefault="009B0747" w:rsidP="00C174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1852C2C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9B0747" w14:paraId="2B16D166" w14:textId="77777777" w:rsidTr="00C1746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9" w:type="dxa"/>
            <w:shd w:val="clear" w:color="auto" w:fill="auto"/>
          </w:tcPr>
          <w:p w14:paraId="0388803A" w14:textId="77777777" w:rsidR="009B0747" w:rsidRPr="00A97348" w:rsidRDefault="009B0747" w:rsidP="00C17460">
            <w:pPr>
              <w:jc w:val="both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8</w:t>
            </w:r>
          </w:p>
        </w:tc>
        <w:tc>
          <w:tcPr>
            <w:tcW w:w="1252" w:type="dxa"/>
            <w:shd w:val="clear" w:color="auto" w:fill="auto"/>
          </w:tcPr>
          <w:p w14:paraId="26ABE67F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27231</w:t>
            </w:r>
          </w:p>
        </w:tc>
        <w:tc>
          <w:tcPr>
            <w:tcW w:w="4658" w:type="dxa"/>
            <w:shd w:val="clear" w:color="auto" w:fill="auto"/>
          </w:tcPr>
          <w:p w14:paraId="2BB65D2C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ZÁKLADY Z PROSTÉHO BETONU</w:t>
            </w:r>
          </w:p>
          <w:p w14:paraId="0E211BF5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1: 3*1=3,000 [A]; betonové základy pro 3ks srážkových čidel, do 1m3/ks   </w:t>
            </w:r>
          </w:p>
          <w:p w14:paraId="273A379C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2: 3*2=6,000 [B]; betonové základy pod sestavu rozvaděče (REOV+KS), cca po 2m3/sestavu   </w:t>
            </w:r>
          </w:p>
          <w:p w14:paraId="7F741896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3: 0,24*0,65*(14+18+16+18)=10,296 [C] obetonování chrániček v šachtách š.65cm, 1,5 násobek DN160 = výška betonu 24cm   </w:t>
            </w:r>
          </w:p>
          <w:p w14:paraId="23E0262F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 xml:space="preserve">4: 0,24*1,00*(14+6+24)=10,560 [D] obetonování chrániček v šachtách š.100cm, 1,5 násobek DN160 = výška betonu 24cm   </w:t>
            </w:r>
          </w:p>
          <w:p w14:paraId="69259DEE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Verdana" w:hAnsi="Verdana" w:cs="Verdana"/>
                <w:i/>
                <w:iCs/>
                <w:color w:val="FF0000"/>
                <w:szCs w:val="14"/>
                <w:highlight w:val="green"/>
              </w:rPr>
              <w:t>Celkem: A+B+C+D=29,856 [E]</w:t>
            </w:r>
          </w:p>
        </w:tc>
        <w:tc>
          <w:tcPr>
            <w:tcW w:w="891" w:type="dxa"/>
            <w:shd w:val="clear" w:color="auto" w:fill="auto"/>
          </w:tcPr>
          <w:p w14:paraId="6328B0E4" w14:textId="77777777" w:rsidR="009B0747" w:rsidRPr="00A97348" w:rsidRDefault="009B0747" w:rsidP="00C1746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szCs w:val="14"/>
                <w:highlight w:val="green"/>
                <w:lang w:eastAsia="cs-CZ"/>
              </w:rPr>
              <w:t>M3</w:t>
            </w:r>
          </w:p>
        </w:tc>
        <w:tc>
          <w:tcPr>
            <w:tcW w:w="962" w:type="dxa"/>
            <w:shd w:val="clear" w:color="auto" w:fill="auto"/>
          </w:tcPr>
          <w:p w14:paraId="2B16F737" w14:textId="77777777" w:rsidR="009B0747" w:rsidRDefault="009B0747" w:rsidP="00C1746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A97348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highlight w:val="green"/>
                <w:lang w:eastAsia="cs-CZ"/>
              </w:rPr>
              <w:t>29,856</w:t>
            </w:r>
          </w:p>
        </w:tc>
      </w:tr>
    </w:tbl>
    <w:p w14:paraId="205931FF" w14:textId="77777777" w:rsidR="009B0747" w:rsidRDefault="009B0747" w:rsidP="00D27B6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DF1B25D" w14:textId="0ACAA9C2" w:rsidR="009B0747" w:rsidRPr="00D94A87" w:rsidRDefault="009B0747" w:rsidP="00066030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D94A87">
        <w:rPr>
          <w:rFonts w:eastAsia="Calibri" w:cs="Times New Roman"/>
          <w:bCs/>
          <w:color w:val="000000" w:themeColor="text1"/>
          <w:lang w:eastAsia="cs-CZ"/>
        </w:rPr>
        <w:lastRenderedPageBreak/>
        <w:t xml:space="preserve">Pro přehlednost přikládáme i aktuální opravené soupisy prací, které již byly zveřejněny </w:t>
      </w:r>
      <w:r w:rsidR="00066030">
        <w:rPr>
          <w:rFonts w:eastAsia="Calibri" w:cs="Times New Roman"/>
          <w:bCs/>
          <w:color w:val="000000" w:themeColor="text1"/>
          <w:lang w:eastAsia="cs-CZ"/>
        </w:rPr>
        <w:br/>
      </w:r>
      <w:r w:rsidRPr="00D94A87">
        <w:rPr>
          <w:rFonts w:eastAsia="Calibri" w:cs="Times New Roman"/>
          <w:bCs/>
          <w:color w:val="000000" w:themeColor="text1"/>
          <w:lang w:eastAsia="cs-CZ"/>
        </w:rPr>
        <w:t xml:space="preserve">ve </w:t>
      </w:r>
      <w:r w:rsidR="00066030">
        <w:rPr>
          <w:rFonts w:eastAsia="Calibri" w:cs="Times New Roman"/>
          <w:bCs/>
          <w:color w:val="000000" w:themeColor="text1"/>
          <w:lang w:eastAsia="cs-CZ"/>
        </w:rPr>
        <w:t>V</w:t>
      </w:r>
      <w:r w:rsidRPr="00D94A87">
        <w:rPr>
          <w:rFonts w:eastAsia="Calibri" w:cs="Times New Roman"/>
          <w:bCs/>
          <w:color w:val="000000" w:themeColor="text1"/>
          <w:lang w:eastAsia="cs-CZ"/>
        </w:rPr>
        <w:t xml:space="preserve">ysvětlení č.7 dne </w:t>
      </w:r>
      <w:r w:rsidR="00066030">
        <w:rPr>
          <w:rFonts w:eastAsia="Calibri" w:cs="Times New Roman"/>
          <w:bCs/>
          <w:color w:val="000000" w:themeColor="text1"/>
          <w:lang w:eastAsia="cs-CZ"/>
        </w:rPr>
        <w:t>28. 8. 2024.</w:t>
      </w:r>
      <w:r w:rsidRPr="00D94A87">
        <w:rPr>
          <w:rFonts w:eastAsia="Calibri" w:cs="Times New Roman"/>
          <w:bCs/>
          <w:color w:val="000000" w:themeColor="text1"/>
          <w:lang w:eastAsia="cs-CZ"/>
        </w:rPr>
        <w:t xml:space="preserve"> Pro zpracování nabídky je nutné vycházet vždy z posledních aktuálních soupisů prací.</w:t>
      </w:r>
    </w:p>
    <w:p w14:paraId="5C3B8F55" w14:textId="77777777" w:rsidR="00D27B6B" w:rsidRDefault="00D27B6B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9DB7F9" w14:textId="77777777" w:rsidR="00251B03" w:rsidRDefault="00251B03" w:rsidP="00251B0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9B5B9ED" w14:textId="5D992C21" w:rsidR="00664163" w:rsidRPr="00C87717" w:rsidRDefault="00664163" w:rsidP="009B074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="00066030">
        <w:rPr>
          <w:rFonts w:eastAsia="Times New Roman" w:cs="Times New Roman"/>
          <w:b/>
          <w:lang w:eastAsia="cs-CZ"/>
        </w:rPr>
        <w:br/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06F22448" w14:textId="77777777" w:rsidR="00D04E48" w:rsidRPr="00BD5319" w:rsidRDefault="00D04E48" w:rsidP="00D04E48">
      <w:pPr>
        <w:spacing w:after="0" w:line="240" w:lineRule="auto"/>
        <w:rPr>
          <w:rFonts w:eastAsia="Times New Roman" w:cs="Times New Roman"/>
          <w:lang w:eastAsia="cs-CZ"/>
        </w:rPr>
      </w:pPr>
    </w:p>
    <w:p w14:paraId="1266A2B8" w14:textId="77777777" w:rsidR="00D04E48" w:rsidRPr="00BD5319" w:rsidRDefault="00D04E48" w:rsidP="00D04E4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67D280A" w14:textId="77777777" w:rsidR="00D04E48" w:rsidRPr="00BD5319" w:rsidRDefault="00D04E48" w:rsidP="00D04E4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75CE25" w14:textId="77777777" w:rsidR="00D04E48" w:rsidRPr="00BD5319" w:rsidRDefault="00D04E48" w:rsidP="00D04E48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47211FE" w14:textId="77777777" w:rsidR="00D04E48" w:rsidRPr="00BD5319" w:rsidRDefault="00D04E48" w:rsidP="00D04E4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7293217" w14:textId="77777777" w:rsidR="00D04E48" w:rsidRPr="00C86BFD" w:rsidRDefault="00D04E48" w:rsidP="00D04E4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86BFD">
        <w:rPr>
          <w:rFonts w:eastAsia="Calibri" w:cs="Times New Roman"/>
          <w:b/>
          <w:bCs/>
          <w:lang w:eastAsia="cs-CZ"/>
        </w:rPr>
        <w:t xml:space="preserve">Příloha: </w:t>
      </w:r>
      <w:r w:rsidRPr="00C86BFD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86BFD">
        <w:rPr>
          <w:rFonts w:eastAsia="Calibri" w:cs="Times New Roman"/>
          <w:bCs/>
          <w:lang w:eastAsia="cs-CZ"/>
        </w:rPr>
        <w:instrText xml:space="preserve"> FORMTEXT </w:instrText>
      </w:r>
      <w:r w:rsidRPr="00C86BFD">
        <w:rPr>
          <w:rFonts w:eastAsia="Calibri" w:cs="Times New Roman"/>
          <w:bCs/>
          <w:lang w:eastAsia="cs-CZ"/>
        </w:rPr>
      </w:r>
      <w:r w:rsidRPr="00C86BFD">
        <w:rPr>
          <w:rFonts w:eastAsia="Calibri" w:cs="Times New Roman"/>
          <w:bCs/>
          <w:lang w:eastAsia="cs-CZ"/>
        </w:rPr>
        <w:fldChar w:fldCharType="separate"/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t> </w:t>
      </w:r>
      <w:r w:rsidRPr="00C86BFD">
        <w:rPr>
          <w:rFonts w:eastAsia="Calibri" w:cs="Times New Roman"/>
          <w:bCs/>
          <w:lang w:eastAsia="cs-CZ"/>
        </w:rPr>
        <w:fldChar w:fldCharType="end"/>
      </w:r>
    </w:p>
    <w:p w14:paraId="1CBFA9D6" w14:textId="77777777" w:rsidR="00066030" w:rsidRPr="001D0A7A" w:rsidRDefault="00066030" w:rsidP="0006603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A7A">
        <w:rPr>
          <w:rFonts w:eastAsia="Calibri" w:cs="Times New Roman"/>
          <w:lang w:eastAsia="cs-CZ"/>
        </w:rPr>
        <w:t>XDC_TYCASO-4_1-3_zm07-20240828.xml</w:t>
      </w:r>
    </w:p>
    <w:p w14:paraId="7FE3359A" w14:textId="77777777" w:rsidR="00066030" w:rsidRPr="001D0A7A" w:rsidRDefault="00066030" w:rsidP="0006603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A7A">
        <w:rPr>
          <w:rFonts w:eastAsia="Calibri" w:cs="Times New Roman"/>
          <w:lang w:eastAsia="cs-CZ"/>
        </w:rPr>
        <w:t>XLS_TYCASO-4_1-3_zm07-20240828.xlsx</w:t>
      </w:r>
    </w:p>
    <w:p w14:paraId="66B373B1" w14:textId="77777777" w:rsidR="00D04E48" w:rsidRPr="00C86BFD" w:rsidRDefault="00D04E48" w:rsidP="00D04E4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0D6A3681" w14:textId="77777777" w:rsidR="00D04E48" w:rsidRDefault="00D04E48" w:rsidP="00D04E4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F01DFE" w14:textId="2771C5DC" w:rsidR="00066030" w:rsidRPr="00292725" w:rsidRDefault="00066030" w:rsidP="0006603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92725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11</w:t>
      </w:r>
      <w:r>
        <w:rPr>
          <w:rFonts w:eastAsia="Calibri" w:cs="Times New Roman"/>
          <w:lang w:eastAsia="cs-CZ"/>
        </w:rPr>
        <w:t>. 9. 2024</w:t>
      </w:r>
    </w:p>
    <w:p w14:paraId="49BB8445" w14:textId="77777777" w:rsidR="00066030" w:rsidRPr="00292725" w:rsidRDefault="00066030" w:rsidP="0006603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CE3398" w14:textId="77777777" w:rsidR="00066030" w:rsidRPr="00292725" w:rsidRDefault="00066030" w:rsidP="0006603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9E109B" w14:textId="77777777" w:rsidR="00066030" w:rsidRDefault="00066030" w:rsidP="00066030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8EFE199" w14:textId="77777777" w:rsidR="00066030" w:rsidRPr="00292725" w:rsidRDefault="00066030" w:rsidP="00066030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AE9BDF" w14:textId="77777777" w:rsidR="00066030" w:rsidRPr="00292725" w:rsidRDefault="00066030" w:rsidP="00066030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69EAC6E" w14:textId="77777777" w:rsidR="00066030" w:rsidRPr="00292725" w:rsidRDefault="00066030" w:rsidP="00066030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049B973" w14:textId="77777777" w:rsidR="00066030" w:rsidRPr="00292725" w:rsidRDefault="00066030" w:rsidP="0006603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92725">
        <w:rPr>
          <w:rFonts w:eastAsia="Times New Roman" w:cs="Times New Roman"/>
          <w:b/>
          <w:bCs/>
          <w:lang w:eastAsia="cs-CZ"/>
        </w:rPr>
        <w:t>Ing. Miroslav Bocák</w:t>
      </w:r>
      <w:r w:rsidRPr="00292725">
        <w:rPr>
          <w:rFonts w:eastAsia="Times New Roman" w:cs="Times New Roman"/>
          <w:b/>
          <w:lang w:eastAsia="cs-CZ"/>
        </w:rPr>
        <w:t xml:space="preserve"> </w:t>
      </w:r>
    </w:p>
    <w:p w14:paraId="175C412E" w14:textId="77777777" w:rsidR="00066030" w:rsidRPr="00292725" w:rsidRDefault="00066030" w:rsidP="00066030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92725">
        <w:rPr>
          <w:rFonts w:eastAsia="Times New Roman" w:cs="Times New Roman"/>
          <w:lang w:eastAsia="cs-CZ"/>
        </w:rPr>
        <w:t>ředitel organizační jednotky</w:t>
      </w:r>
      <w:r w:rsidRPr="00292725">
        <w:rPr>
          <w:rFonts w:eastAsia="Times New Roman" w:cs="Times New Roman"/>
          <w:lang w:eastAsia="cs-CZ"/>
        </w:rPr>
        <w:tab/>
      </w:r>
    </w:p>
    <w:p w14:paraId="493D315D" w14:textId="77777777" w:rsidR="00066030" w:rsidRPr="00292725" w:rsidRDefault="00066030" w:rsidP="00066030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92725">
        <w:rPr>
          <w:rFonts w:eastAsia="Times New Roman" w:cs="Times New Roman"/>
          <w:lang w:eastAsia="cs-CZ"/>
        </w:rPr>
        <w:t>Stavební správa východ</w:t>
      </w:r>
    </w:p>
    <w:p w14:paraId="4B9BAAB4" w14:textId="77777777" w:rsidR="00066030" w:rsidRPr="00CB7B5A" w:rsidRDefault="00066030" w:rsidP="0006603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92725">
        <w:rPr>
          <w:rFonts w:eastAsia="Times New Roman" w:cs="Times New Roman"/>
          <w:lang w:eastAsia="cs-CZ"/>
        </w:rPr>
        <w:t>Správa železnic, státní organizace</w:t>
      </w:r>
    </w:p>
    <w:p w14:paraId="49ADD5E7" w14:textId="77777777" w:rsidR="00CB7B5A" w:rsidRPr="00CB7B5A" w:rsidRDefault="00CB7B5A" w:rsidP="00066030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3C39F" w14:textId="77777777" w:rsidR="00034613" w:rsidRDefault="00034613" w:rsidP="00962258">
      <w:pPr>
        <w:spacing w:after="0" w:line="240" w:lineRule="auto"/>
      </w:pPr>
      <w:r>
        <w:separator/>
      </w:r>
    </w:p>
  </w:endnote>
  <w:endnote w:type="continuationSeparator" w:id="0">
    <w:p w14:paraId="28F0F37C" w14:textId="77777777" w:rsidR="00034613" w:rsidRDefault="000346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41005" w14:textId="77777777" w:rsidR="00034613" w:rsidRDefault="00034613" w:rsidP="00962258">
      <w:pPr>
        <w:spacing w:after="0" w:line="240" w:lineRule="auto"/>
      </w:pPr>
      <w:r>
        <w:separator/>
      </w:r>
    </w:p>
  </w:footnote>
  <w:footnote w:type="continuationSeparator" w:id="0">
    <w:p w14:paraId="3636B1AC" w14:textId="77777777" w:rsidR="00034613" w:rsidRDefault="000346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530AA"/>
    <w:multiLevelType w:val="hybridMultilevel"/>
    <w:tmpl w:val="034863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ABE1BCB"/>
    <w:multiLevelType w:val="hybridMultilevel"/>
    <w:tmpl w:val="0CB023CC"/>
    <w:lvl w:ilvl="0" w:tplc="2552338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73E03"/>
    <w:multiLevelType w:val="hybridMultilevel"/>
    <w:tmpl w:val="96B65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AA7072"/>
    <w:multiLevelType w:val="hybridMultilevel"/>
    <w:tmpl w:val="9EE2DC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518F"/>
    <w:multiLevelType w:val="hybridMultilevel"/>
    <w:tmpl w:val="323457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81CAF"/>
    <w:multiLevelType w:val="hybridMultilevel"/>
    <w:tmpl w:val="B220E1EA"/>
    <w:lvl w:ilvl="0" w:tplc="4C12BD7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1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6"/>
  </w:num>
  <w:num w:numId="2" w16cid:durableId="506209173">
    <w:abstractNumId w:val="1"/>
  </w:num>
  <w:num w:numId="3" w16cid:durableId="358628641">
    <w:abstractNumId w:val="12"/>
  </w:num>
  <w:num w:numId="4" w16cid:durableId="1834292179">
    <w:abstractNumId w:val="22"/>
  </w:num>
  <w:num w:numId="5" w16cid:durableId="1470241154">
    <w:abstractNumId w:val="0"/>
  </w:num>
  <w:num w:numId="6" w16cid:durableId="848255171">
    <w:abstractNumId w:val="20"/>
  </w:num>
  <w:num w:numId="7" w16cid:durableId="218832763">
    <w:abstractNumId w:val="17"/>
  </w:num>
  <w:num w:numId="8" w16cid:durableId="11502938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134027">
    <w:abstractNumId w:val="5"/>
  </w:num>
  <w:num w:numId="11" w16cid:durableId="1703364804">
    <w:abstractNumId w:val="19"/>
  </w:num>
  <w:num w:numId="12" w16cid:durableId="1818373545">
    <w:abstractNumId w:val="21"/>
  </w:num>
  <w:num w:numId="13" w16cid:durableId="784273679">
    <w:abstractNumId w:val="9"/>
  </w:num>
  <w:num w:numId="14" w16cid:durableId="610631069">
    <w:abstractNumId w:val="13"/>
  </w:num>
  <w:num w:numId="15" w16cid:durableId="37247356">
    <w:abstractNumId w:val="15"/>
  </w:num>
  <w:num w:numId="16" w16cid:durableId="22292852">
    <w:abstractNumId w:val="2"/>
  </w:num>
  <w:num w:numId="17" w16cid:durableId="1849058820">
    <w:abstractNumId w:val="8"/>
  </w:num>
  <w:num w:numId="18" w16cid:durableId="269704258">
    <w:abstractNumId w:val="3"/>
  </w:num>
  <w:num w:numId="19" w16cid:durableId="11046903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2941850">
    <w:abstractNumId w:val="7"/>
  </w:num>
  <w:num w:numId="21" w16cid:durableId="636838379">
    <w:abstractNumId w:val="16"/>
  </w:num>
  <w:num w:numId="22" w16cid:durableId="520432054">
    <w:abstractNumId w:val="18"/>
  </w:num>
  <w:num w:numId="23" w16cid:durableId="1655990924">
    <w:abstractNumId w:val="10"/>
  </w:num>
  <w:num w:numId="24" w16cid:durableId="1577737971">
    <w:abstractNumId w:val="11"/>
  </w:num>
  <w:num w:numId="25" w16cid:durableId="74680406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1E19"/>
    <w:rsid w:val="00032C3D"/>
    <w:rsid w:val="00033432"/>
    <w:rsid w:val="000335CC"/>
    <w:rsid w:val="00034613"/>
    <w:rsid w:val="000529C4"/>
    <w:rsid w:val="000540CA"/>
    <w:rsid w:val="00066030"/>
    <w:rsid w:val="00072C1E"/>
    <w:rsid w:val="000851EB"/>
    <w:rsid w:val="000B3A82"/>
    <w:rsid w:val="000B6C7E"/>
    <w:rsid w:val="000B7907"/>
    <w:rsid w:val="000C0429"/>
    <w:rsid w:val="000C45E8"/>
    <w:rsid w:val="000F3143"/>
    <w:rsid w:val="00114472"/>
    <w:rsid w:val="00141443"/>
    <w:rsid w:val="00163C71"/>
    <w:rsid w:val="00170EC5"/>
    <w:rsid w:val="001747C1"/>
    <w:rsid w:val="0018120D"/>
    <w:rsid w:val="0018596A"/>
    <w:rsid w:val="0019191F"/>
    <w:rsid w:val="001B69C2"/>
    <w:rsid w:val="001C4DA0"/>
    <w:rsid w:val="001C54DC"/>
    <w:rsid w:val="001C6402"/>
    <w:rsid w:val="001C7D02"/>
    <w:rsid w:val="00207DF5"/>
    <w:rsid w:val="00251B03"/>
    <w:rsid w:val="00255BD4"/>
    <w:rsid w:val="0026466F"/>
    <w:rsid w:val="00267369"/>
    <w:rsid w:val="0026785D"/>
    <w:rsid w:val="00296D39"/>
    <w:rsid w:val="002A59FE"/>
    <w:rsid w:val="002C31BF"/>
    <w:rsid w:val="002E0CD7"/>
    <w:rsid w:val="002F026B"/>
    <w:rsid w:val="00321B6E"/>
    <w:rsid w:val="0032276F"/>
    <w:rsid w:val="00335122"/>
    <w:rsid w:val="00340BF8"/>
    <w:rsid w:val="00357BC6"/>
    <w:rsid w:val="0037111D"/>
    <w:rsid w:val="003756B9"/>
    <w:rsid w:val="003956C6"/>
    <w:rsid w:val="003A5F3F"/>
    <w:rsid w:val="003D7317"/>
    <w:rsid w:val="003E2550"/>
    <w:rsid w:val="003E5ED5"/>
    <w:rsid w:val="003E6B9A"/>
    <w:rsid w:val="003E75CE"/>
    <w:rsid w:val="003F6EA8"/>
    <w:rsid w:val="00404B97"/>
    <w:rsid w:val="0041380F"/>
    <w:rsid w:val="0044119F"/>
    <w:rsid w:val="00450F07"/>
    <w:rsid w:val="0045281B"/>
    <w:rsid w:val="00453CD3"/>
    <w:rsid w:val="00455BC7"/>
    <w:rsid w:val="00460660"/>
    <w:rsid w:val="00460CCB"/>
    <w:rsid w:val="004758BF"/>
    <w:rsid w:val="00477370"/>
    <w:rsid w:val="00486107"/>
    <w:rsid w:val="00491827"/>
    <w:rsid w:val="004926B0"/>
    <w:rsid w:val="00494422"/>
    <w:rsid w:val="004A0F75"/>
    <w:rsid w:val="004A7C69"/>
    <w:rsid w:val="004C4399"/>
    <w:rsid w:val="004C69ED"/>
    <w:rsid w:val="004C787C"/>
    <w:rsid w:val="004F4B9B"/>
    <w:rsid w:val="00501654"/>
    <w:rsid w:val="00511AB9"/>
    <w:rsid w:val="005235D3"/>
    <w:rsid w:val="00523EA7"/>
    <w:rsid w:val="00542527"/>
    <w:rsid w:val="00551D1F"/>
    <w:rsid w:val="00553375"/>
    <w:rsid w:val="005644EF"/>
    <w:rsid w:val="005658A6"/>
    <w:rsid w:val="005660F7"/>
    <w:rsid w:val="005720E7"/>
    <w:rsid w:val="005722BB"/>
    <w:rsid w:val="005736B7"/>
    <w:rsid w:val="00575E5A"/>
    <w:rsid w:val="00580438"/>
    <w:rsid w:val="00584E2A"/>
    <w:rsid w:val="00596C7E"/>
    <w:rsid w:val="005A1F77"/>
    <w:rsid w:val="005A5F24"/>
    <w:rsid w:val="005A64E9"/>
    <w:rsid w:val="005B5EE9"/>
    <w:rsid w:val="005D07BE"/>
    <w:rsid w:val="006104F6"/>
    <w:rsid w:val="0061068E"/>
    <w:rsid w:val="00660AD3"/>
    <w:rsid w:val="00664163"/>
    <w:rsid w:val="00677C36"/>
    <w:rsid w:val="006A5570"/>
    <w:rsid w:val="006A689C"/>
    <w:rsid w:val="006B0F9C"/>
    <w:rsid w:val="006B3D79"/>
    <w:rsid w:val="006E0578"/>
    <w:rsid w:val="006E314D"/>
    <w:rsid w:val="006E485E"/>
    <w:rsid w:val="006E7F06"/>
    <w:rsid w:val="006E7F5E"/>
    <w:rsid w:val="00703AED"/>
    <w:rsid w:val="00705B64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5FBD"/>
    <w:rsid w:val="007A3E1B"/>
    <w:rsid w:val="007B570C"/>
    <w:rsid w:val="007D1B41"/>
    <w:rsid w:val="007D6FD7"/>
    <w:rsid w:val="007E4A6E"/>
    <w:rsid w:val="007F0E8E"/>
    <w:rsid w:val="007F56A7"/>
    <w:rsid w:val="007F626E"/>
    <w:rsid w:val="00807DD0"/>
    <w:rsid w:val="00813F11"/>
    <w:rsid w:val="00824619"/>
    <w:rsid w:val="00827B46"/>
    <w:rsid w:val="00860621"/>
    <w:rsid w:val="0087343F"/>
    <w:rsid w:val="008815C4"/>
    <w:rsid w:val="00882643"/>
    <w:rsid w:val="008841FB"/>
    <w:rsid w:val="008843FF"/>
    <w:rsid w:val="0088472C"/>
    <w:rsid w:val="00891334"/>
    <w:rsid w:val="008A2021"/>
    <w:rsid w:val="008A2FC5"/>
    <w:rsid w:val="008A3568"/>
    <w:rsid w:val="008D03B9"/>
    <w:rsid w:val="008E493B"/>
    <w:rsid w:val="008F18D6"/>
    <w:rsid w:val="00904780"/>
    <w:rsid w:val="009113A8"/>
    <w:rsid w:val="00922385"/>
    <w:rsid w:val="009223DF"/>
    <w:rsid w:val="00932030"/>
    <w:rsid w:val="00936091"/>
    <w:rsid w:val="00940D8A"/>
    <w:rsid w:val="00945CC8"/>
    <w:rsid w:val="00962258"/>
    <w:rsid w:val="009678B7"/>
    <w:rsid w:val="0097618E"/>
    <w:rsid w:val="00982411"/>
    <w:rsid w:val="00992D9C"/>
    <w:rsid w:val="00996CB8"/>
    <w:rsid w:val="009A7568"/>
    <w:rsid w:val="009B0747"/>
    <w:rsid w:val="009B2E97"/>
    <w:rsid w:val="009B3C69"/>
    <w:rsid w:val="009B5934"/>
    <w:rsid w:val="009B72CC"/>
    <w:rsid w:val="009C7B39"/>
    <w:rsid w:val="009E07F4"/>
    <w:rsid w:val="009F392E"/>
    <w:rsid w:val="00A2650A"/>
    <w:rsid w:val="00A27307"/>
    <w:rsid w:val="00A44328"/>
    <w:rsid w:val="00A6177B"/>
    <w:rsid w:val="00A66136"/>
    <w:rsid w:val="00A70007"/>
    <w:rsid w:val="00A73252"/>
    <w:rsid w:val="00AA4CBB"/>
    <w:rsid w:val="00AA65FA"/>
    <w:rsid w:val="00AA7351"/>
    <w:rsid w:val="00AB3240"/>
    <w:rsid w:val="00AC6389"/>
    <w:rsid w:val="00AD056F"/>
    <w:rsid w:val="00AD2773"/>
    <w:rsid w:val="00AD6731"/>
    <w:rsid w:val="00AE1DDE"/>
    <w:rsid w:val="00AF1CA9"/>
    <w:rsid w:val="00AF366B"/>
    <w:rsid w:val="00B15B5E"/>
    <w:rsid w:val="00B15D0D"/>
    <w:rsid w:val="00B23CA3"/>
    <w:rsid w:val="00B3491A"/>
    <w:rsid w:val="00B41336"/>
    <w:rsid w:val="00B45E9E"/>
    <w:rsid w:val="00B55F9C"/>
    <w:rsid w:val="00B75EE1"/>
    <w:rsid w:val="00B77481"/>
    <w:rsid w:val="00B8518B"/>
    <w:rsid w:val="00BA43E8"/>
    <w:rsid w:val="00BB3740"/>
    <w:rsid w:val="00BB659D"/>
    <w:rsid w:val="00BD5319"/>
    <w:rsid w:val="00BD7E91"/>
    <w:rsid w:val="00BF374D"/>
    <w:rsid w:val="00BF6D48"/>
    <w:rsid w:val="00C02D0A"/>
    <w:rsid w:val="00C03A6E"/>
    <w:rsid w:val="00C264CF"/>
    <w:rsid w:val="00C30759"/>
    <w:rsid w:val="00C44F6A"/>
    <w:rsid w:val="00C544F0"/>
    <w:rsid w:val="00C727E5"/>
    <w:rsid w:val="00C74D20"/>
    <w:rsid w:val="00C8207D"/>
    <w:rsid w:val="00CB7B5A"/>
    <w:rsid w:val="00CC1E2B"/>
    <w:rsid w:val="00CC471C"/>
    <w:rsid w:val="00CD1FC4"/>
    <w:rsid w:val="00CE371D"/>
    <w:rsid w:val="00CF590E"/>
    <w:rsid w:val="00D02A4D"/>
    <w:rsid w:val="00D04E48"/>
    <w:rsid w:val="00D21061"/>
    <w:rsid w:val="00D27B6B"/>
    <w:rsid w:val="00D316A7"/>
    <w:rsid w:val="00D4108E"/>
    <w:rsid w:val="00D410B1"/>
    <w:rsid w:val="00D548C8"/>
    <w:rsid w:val="00D6163D"/>
    <w:rsid w:val="00D61959"/>
    <w:rsid w:val="00D63009"/>
    <w:rsid w:val="00D831A3"/>
    <w:rsid w:val="00D86B65"/>
    <w:rsid w:val="00D902AD"/>
    <w:rsid w:val="00D94A87"/>
    <w:rsid w:val="00DA6FFE"/>
    <w:rsid w:val="00DB3537"/>
    <w:rsid w:val="00DB4C08"/>
    <w:rsid w:val="00DC3110"/>
    <w:rsid w:val="00DD46F3"/>
    <w:rsid w:val="00DD58A6"/>
    <w:rsid w:val="00DE56F2"/>
    <w:rsid w:val="00DE638E"/>
    <w:rsid w:val="00DF0B5E"/>
    <w:rsid w:val="00DF116D"/>
    <w:rsid w:val="00DF1F85"/>
    <w:rsid w:val="00E10710"/>
    <w:rsid w:val="00E1417F"/>
    <w:rsid w:val="00E210E9"/>
    <w:rsid w:val="00E824F1"/>
    <w:rsid w:val="00EB104F"/>
    <w:rsid w:val="00ED14BD"/>
    <w:rsid w:val="00ED2BB2"/>
    <w:rsid w:val="00F01440"/>
    <w:rsid w:val="00F0646B"/>
    <w:rsid w:val="00F12DEC"/>
    <w:rsid w:val="00F1715C"/>
    <w:rsid w:val="00F310F8"/>
    <w:rsid w:val="00F35939"/>
    <w:rsid w:val="00F45607"/>
    <w:rsid w:val="00F63103"/>
    <w:rsid w:val="00F64786"/>
    <w:rsid w:val="00F659EB"/>
    <w:rsid w:val="00F804A7"/>
    <w:rsid w:val="00F862D6"/>
    <w:rsid w:val="00F86BA6"/>
    <w:rsid w:val="00FA40C1"/>
    <w:rsid w:val="00FB141C"/>
    <w:rsid w:val="00FC4B86"/>
    <w:rsid w:val="00FC6389"/>
    <w:rsid w:val="00FD2F51"/>
    <w:rsid w:val="00FE3455"/>
    <w:rsid w:val="00FF0CB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2</Pages>
  <Words>414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3</cp:revision>
  <cp:lastPrinted>2019-02-22T13:28:00Z</cp:lastPrinted>
  <dcterms:created xsi:type="dcterms:W3CDTF">2024-09-10T13:01:00Z</dcterms:created>
  <dcterms:modified xsi:type="dcterms:W3CDTF">2024-09-11T04:46:00Z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